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C92" w:rsidRPr="00B90F03" w:rsidRDefault="005B4C92" w:rsidP="00CC7F90">
      <w:pPr>
        <w:spacing w:after="0"/>
        <w:ind w:right="-108"/>
        <w:jc w:val="right"/>
        <w:rPr>
          <w:rFonts w:ascii="Cambria" w:hAnsi="Cambria"/>
          <w:bCs/>
        </w:rPr>
      </w:pPr>
      <w:r w:rsidRPr="00B90F03">
        <w:rPr>
          <w:rFonts w:ascii="Cambria" w:hAnsi="Cambria"/>
          <w:bCs/>
        </w:rPr>
        <w:t>Załącznik nr 1 do zapytania ofertowego</w:t>
      </w:r>
    </w:p>
    <w:tbl>
      <w:tblPr>
        <w:tblW w:w="0" w:type="auto"/>
        <w:tblInd w:w="108" w:type="dxa"/>
        <w:tblLayout w:type="fixed"/>
        <w:tblLook w:val="00A0"/>
      </w:tblPr>
      <w:tblGrid>
        <w:gridCol w:w="3652"/>
        <w:gridCol w:w="3402"/>
        <w:gridCol w:w="2126"/>
      </w:tblGrid>
      <w:tr w:rsidR="005B4C92" w:rsidRPr="00B90F03" w:rsidTr="002D5428">
        <w:trPr>
          <w:trHeight w:val="170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C92" w:rsidRPr="00B90F03" w:rsidRDefault="005B4C92" w:rsidP="002D5428">
            <w:pPr>
              <w:spacing w:after="0"/>
              <w:rPr>
                <w:rFonts w:ascii="Cambria" w:hAnsi="Cambria"/>
                <w:bCs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5B4C92" w:rsidRPr="00B90F03" w:rsidRDefault="005B4C92" w:rsidP="002D5428">
            <w:pPr>
              <w:spacing w:after="0"/>
              <w:rPr>
                <w:rFonts w:ascii="Cambria" w:hAnsi="Cambria"/>
                <w:b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B4C92" w:rsidRPr="00B90F03" w:rsidRDefault="005B4C92" w:rsidP="002D5428">
            <w:pPr>
              <w:spacing w:after="0"/>
              <w:rPr>
                <w:rFonts w:ascii="Cambria" w:hAnsi="Cambria"/>
                <w:bCs/>
              </w:rPr>
            </w:pPr>
          </w:p>
        </w:tc>
      </w:tr>
      <w:tr w:rsidR="005B4C92" w:rsidRPr="00B90F03" w:rsidTr="002D5428">
        <w:trPr>
          <w:trHeight w:val="459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5B4C92" w:rsidRPr="00B90F03" w:rsidRDefault="005B4C92" w:rsidP="002D5428">
            <w:pPr>
              <w:spacing w:before="120" w:after="0"/>
              <w:jc w:val="center"/>
              <w:rPr>
                <w:rFonts w:ascii="Cambria" w:hAnsi="Cambria"/>
                <w:bCs/>
              </w:rPr>
            </w:pPr>
            <w:r w:rsidRPr="00B90F03">
              <w:rPr>
                <w:rFonts w:ascii="Cambria" w:hAnsi="Cambria"/>
                <w:bCs/>
              </w:rPr>
              <w:t>Nazwa, adres,</w:t>
            </w:r>
            <w:r>
              <w:rPr>
                <w:rFonts w:ascii="Cambria" w:hAnsi="Cambria"/>
                <w:bCs/>
              </w:rPr>
              <w:t xml:space="preserve"> nr tel. i adres e-mail Wykonawcy</w:t>
            </w:r>
          </w:p>
        </w:tc>
        <w:tc>
          <w:tcPr>
            <w:tcW w:w="3402" w:type="dxa"/>
            <w:vAlign w:val="center"/>
          </w:tcPr>
          <w:p w:rsidR="005B4C92" w:rsidRPr="00B90F03" w:rsidRDefault="005B4C92" w:rsidP="002D5428">
            <w:pPr>
              <w:spacing w:before="120" w:after="0"/>
              <w:rPr>
                <w:rFonts w:ascii="Cambria" w:hAnsi="Cambria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B4C92" w:rsidRPr="00B90F03" w:rsidRDefault="005B4C92" w:rsidP="002D5428">
            <w:pPr>
              <w:spacing w:before="120" w:after="0"/>
              <w:ind w:right="72"/>
              <w:jc w:val="center"/>
              <w:rPr>
                <w:rFonts w:ascii="Cambria" w:hAnsi="Cambria"/>
                <w:bCs/>
              </w:rPr>
            </w:pPr>
            <w:r w:rsidRPr="00B90F03">
              <w:rPr>
                <w:rFonts w:ascii="Cambria" w:hAnsi="Cambria"/>
                <w:bCs/>
              </w:rPr>
              <w:t>Miejscowość i data</w:t>
            </w:r>
          </w:p>
        </w:tc>
      </w:tr>
    </w:tbl>
    <w:p w:rsidR="005B4C92" w:rsidRPr="0017274F" w:rsidRDefault="005B4C92" w:rsidP="00CC7F90">
      <w:pPr>
        <w:ind w:right="252"/>
      </w:pPr>
    </w:p>
    <w:p w:rsidR="005B4C92" w:rsidRPr="0017274F" w:rsidRDefault="005B4C92" w:rsidP="00CC7F90">
      <w:pPr>
        <w:widowControl/>
        <w:numPr>
          <w:ilvl w:val="0"/>
          <w:numId w:val="40"/>
        </w:numPr>
        <w:tabs>
          <w:tab w:val="left" w:pos="180"/>
        </w:tabs>
        <w:suppressAutoHyphens w:val="0"/>
        <w:autoSpaceDN/>
        <w:ind w:left="0" w:firstLine="0"/>
        <w:jc w:val="center"/>
        <w:textAlignment w:val="auto"/>
        <w:rPr>
          <w:rFonts w:ascii="Cambria" w:hAnsi="Cambria"/>
          <w:b/>
        </w:rPr>
      </w:pPr>
      <w:r w:rsidRPr="0017274F">
        <w:rPr>
          <w:rFonts w:ascii="Cambria" w:hAnsi="Cambria"/>
          <w:b/>
        </w:rPr>
        <w:t>FORMULARZ OFERTOWY DOTYCZĄCY ZAPYTAN</w:t>
      </w:r>
      <w:r>
        <w:rPr>
          <w:rFonts w:ascii="Cambria" w:hAnsi="Cambria"/>
          <w:b/>
        </w:rPr>
        <w:t>IA OFERTOWEGO</w:t>
      </w:r>
    </w:p>
    <w:p w:rsidR="005B4C92" w:rsidRPr="002A77B3" w:rsidRDefault="005B4C92" w:rsidP="00CC7F90">
      <w:pPr>
        <w:ind w:right="-108"/>
        <w:jc w:val="both"/>
        <w:rPr>
          <w:rFonts w:ascii="Cambria" w:hAnsi="Cambria"/>
        </w:rPr>
      </w:pPr>
      <w:r w:rsidRPr="00B90F03">
        <w:rPr>
          <w:rFonts w:ascii="Cambria" w:hAnsi="Cambria"/>
        </w:rPr>
        <w:t>Zapytanie ofertowe</w:t>
      </w:r>
      <w:r w:rsidRPr="00B90F03">
        <w:rPr>
          <w:rFonts w:ascii="Cambria" w:hAnsi="Cambria"/>
          <w:b/>
        </w:rPr>
        <w:t xml:space="preserve"> </w:t>
      </w:r>
      <w:r w:rsidRPr="00B90F03">
        <w:rPr>
          <w:rFonts w:ascii="Cambria" w:hAnsi="Cambria"/>
        </w:rPr>
        <w:t xml:space="preserve">w zakresie </w:t>
      </w:r>
      <w:r w:rsidRPr="002A77B3">
        <w:rPr>
          <w:rFonts w:ascii="Cambria" w:hAnsi="Cambria"/>
          <w:b/>
        </w:rPr>
        <w:t>wy</w:t>
      </w:r>
      <w:r>
        <w:rPr>
          <w:rFonts w:ascii="Cambria" w:hAnsi="Cambria"/>
          <w:b/>
        </w:rPr>
        <w:t xml:space="preserve">konania prac remontowych dwóch sal z przystosowaniem na pracownię matematyczną (SP nr 5 w Orzeszu i SP nr 10 w Orzeszu) oraz jednej sali z przystosowaniem na pracownię fizyczno – chemiczną (Gimnazjum nr 2 w Orzeszu) </w:t>
      </w:r>
      <w:r w:rsidRPr="002A77B3">
        <w:rPr>
          <w:rFonts w:ascii="Cambria" w:hAnsi="Cambria"/>
        </w:rPr>
        <w:t>w ramach</w:t>
      </w:r>
      <w:r w:rsidRPr="002A77B3">
        <w:rPr>
          <w:rFonts w:ascii="Cambria" w:hAnsi="Cambria"/>
          <w:b/>
        </w:rPr>
        <w:t xml:space="preserve"> </w:t>
      </w:r>
      <w:r w:rsidRPr="002A77B3">
        <w:rPr>
          <w:rFonts w:ascii="Cambria" w:hAnsi="Cambria"/>
        </w:rPr>
        <w:t>Projektu pn. „</w:t>
      </w:r>
      <w:r>
        <w:rPr>
          <w:rFonts w:ascii="Cambria" w:hAnsi="Cambria"/>
        </w:rPr>
        <w:t>Akademia Umiejętności w Gminie Orzesze</w:t>
      </w:r>
      <w:r w:rsidRPr="002A77B3">
        <w:rPr>
          <w:rFonts w:ascii="Cambria" w:hAnsi="Cambria"/>
        </w:rPr>
        <w:t>”, współfinansowanego ze środków Unii Europejskiej w ramach Europejskiego Funduszu Społecznego - Regionalny Program Operacyjny Województwa Śląskiego 2014 - 2020.</w:t>
      </w:r>
    </w:p>
    <w:p w:rsidR="005B4C92" w:rsidRPr="00B90F03" w:rsidRDefault="005B4C92" w:rsidP="00CC7F90">
      <w:pPr>
        <w:pStyle w:val="Standard"/>
        <w:spacing w:after="0"/>
        <w:jc w:val="both"/>
        <w:rPr>
          <w:rFonts w:ascii="Cambria" w:hAnsi="Cambria" w:cs="Arial"/>
        </w:rPr>
      </w:pPr>
      <w:r>
        <w:rPr>
          <w:rFonts w:ascii="Cambria" w:hAnsi="Cambria" w:cs="Tahoma"/>
        </w:rPr>
        <w:t>Z</w:t>
      </w:r>
      <w:r w:rsidRPr="00B90F03">
        <w:rPr>
          <w:rFonts w:ascii="Cambria" w:hAnsi="Cambria" w:cs="Tahoma"/>
        </w:rPr>
        <w:t>godnie z wym</w:t>
      </w:r>
      <w:r>
        <w:rPr>
          <w:rFonts w:ascii="Cambria" w:hAnsi="Cambria" w:cs="Tahoma"/>
        </w:rPr>
        <w:t>ogami określonymi w niniejszym z</w:t>
      </w:r>
      <w:r w:rsidRPr="00B90F03">
        <w:rPr>
          <w:rFonts w:ascii="Cambria" w:hAnsi="Cambria" w:cs="Tahoma"/>
        </w:rPr>
        <w:t xml:space="preserve">apytaniu ofertowym, oświadczam, iż zgadzam się na wykonanie zamówienia wg warunków </w:t>
      </w:r>
      <w:r>
        <w:rPr>
          <w:rFonts w:ascii="Cambria" w:hAnsi="Cambria" w:cs="Tahoma"/>
        </w:rPr>
        <w:t>określonych w niniejszym z</w:t>
      </w:r>
      <w:r w:rsidRPr="00B90F03">
        <w:rPr>
          <w:rFonts w:ascii="Cambria" w:hAnsi="Cambria" w:cs="Tahoma"/>
        </w:rPr>
        <w:t>apytaniu ofertowym i oferuję następującą cenę za realizację przedmiotu zamówienia:</w:t>
      </w:r>
    </w:p>
    <w:p w:rsidR="005B4C92" w:rsidRPr="00B90F03" w:rsidRDefault="005B4C92" w:rsidP="00CC7F90">
      <w:pPr>
        <w:pStyle w:val="Title"/>
        <w:spacing w:line="240" w:lineRule="auto"/>
        <w:jc w:val="left"/>
        <w:outlineLvl w:val="0"/>
        <w:rPr>
          <w:rFonts w:ascii="Cambria" w:hAnsi="Cambria" w:cs="Tahoma"/>
          <w:sz w:val="22"/>
          <w:szCs w:val="22"/>
        </w:rPr>
      </w:pPr>
    </w:p>
    <w:p w:rsidR="005B4C92" w:rsidRDefault="005B4C92" w:rsidP="00CC7F90">
      <w:pPr>
        <w:pStyle w:val="Title"/>
        <w:spacing w:line="240" w:lineRule="auto"/>
        <w:jc w:val="left"/>
        <w:outlineLvl w:val="0"/>
        <w:rPr>
          <w:rFonts w:ascii="Cambria" w:hAnsi="Cambria" w:cs="Tahoma"/>
          <w:color w:val="0000FF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9"/>
        <w:gridCol w:w="2292"/>
        <w:gridCol w:w="2799"/>
      </w:tblGrid>
      <w:tr w:rsidR="005B4C92" w:rsidRPr="00CE636B" w:rsidTr="00595290">
        <w:trPr>
          <w:trHeight w:val="558"/>
          <w:jc w:val="center"/>
        </w:trPr>
        <w:tc>
          <w:tcPr>
            <w:tcW w:w="2557" w:type="pct"/>
            <w:shd w:val="clear" w:color="auto" w:fill="A6A6A6"/>
            <w:vAlign w:val="center"/>
          </w:tcPr>
          <w:p w:rsidR="005B4C92" w:rsidRPr="00CE636B" w:rsidRDefault="005B4C92" w:rsidP="002D5428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CE636B">
              <w:rPr>
                <w:rFonts w:ascii="Cambria" w:hAnsi="Cambria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100" w:type="pct"/>
            <w:shd w:val="clear" w:color="auto" w:fill="A6A6A6"/>
            <w:vAlign w:val="center"/>
          </w:tcPr>
          <w:p w:rsidR="005B4C92" w:rsidRPr="00CE636B" w:rsidRDefault="005B4C92" w:rsidP="002D5428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CE636B">
              <w:rPr>
                <w:rFonts w:ascii="Cambria" w:hAnsi="Cambria" w:cs="Arial"/>
                <w:b/>
                <w:bCs/>
                <w:sz w:val="18"/>
                <w:szCs w:val="18"/>
              </w:rPr>
              <w:t>Zastosowana stawka VAT</w:t>
            </w:r>
          </w:p>
        </w:tc>
        <w:tc>
          <w:tcPr>
            <w:tcW w:w="1343" w:type="pct"/>
            <w:shd w:val="clear" w:color="auto" w:fill="A6A6A6"/>
            <w:vAlign w:val="center"/>
          </w:tcPr>
          <w:p w:rsidR="005B4C92" w:rsidRPr="00CE636B" w:rsidRDefault="005B4C92" w:rsidP="002D5428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Cena brutto usługi</w:t>
            </w:r>
          </w:p>
        </w:tc>
      </w:tr>
      <w:tr w:rsidR="005B4C92" w:rsidRPr="00F07BB4" w:rsidTr="00595290">
        <w:trPr>
          <w:trHeight w:val="894"/>
          <w:jc w:val="center"/>
        </w:trPr>
        <w:tc>
          <w:tcPr>
            <w:tcW w:w="2557" w:type="pct"/>
            <w:vAlign w:val="center"/>
          </w:tcPr>
          <w:p w:rsidR="005B4C92" w:rsidRPr="000A22E1" w:rsidRDefault="005B4C92" w:rsidP="002D5428">
            <w:pPr>
              <w:pStyle w:val="ListParagraph"/>
              <w:ind w:left="768" w:right="-123" w:hanging="851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Część 1 – </w:t>
            </w:r>
            <w:r w:rsidRPr="00E56EF8">
              <w:rPr>
                <w:rFonts w:ascii="Cambria" w:hAnsi="Cambria" w:cs="Arial"/>
                <w:b/>
                <w:bCs/>
                <w:sz w:val="20"/>
                <w:szCs w:val="20"/>
              </w:rPr>
              <w:t>Wykonanie pra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c remontowych w Szkole Podstawowej nr 5</w:t>
            </w:r>
            <w:r w:rsidRPr="00E56EF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w Orzeszu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- Zazdrości</w:t>
            </w:r>
          </w:p>
        </w:tc>
        <w:tc>
          <w:tcPr>
            <w:tcW w:w="1100" w:type="pct"/>
            <w:vAlign w:val="center"/>
          </w:tcPr>
          <w:p w:rsidR="005B4C92" w:rsidRPr="00F07BB4" w:rsidRDefault="005B4C92" w:rsidP="002D5428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343" w:type="pct"/>
          </w:tcPr>
          <w:p w:rsidR="005B4C92" w:rsidRPr="00F07BB4" w:rsidRDefault="005B4C92" w:rsidP="002D5428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  <w:tr w:rsidR="005B4C92" w:rsidRPr="00F07BB4" w:rsidTr="00595290">
        <w:trPr>
          <w:trHeight w:val="894"/>
          <w:jc w:val="center"/>
        </w:trPr>
        <w:tc>
          <w:tcPr>
            <w:tcW w:w="2557" w:type="pct"/>
            <w:vAlign w:val="center"/>
          </w:tcPr>
          <w:p w:rsidR="005B4C92" w:rsidRDefault="005B4C92" w:rsidP="002D5428">
            <w:pPr>
              <w:pStyle w:val="ListParagraph"/>
              <w:ind w:left="768" w:right="-123" w:hanging="851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2 – Wykonanie prac remontowych w Szkole Podstawowej nr 10 w Orzeszu - Woszczycach</w:t>
            </w:r>
          </w:p>
        </w:tc>
        <w:tc>
          <w:tcPr>
            <w:tcW w:w="1100" w:type="pct"/>
            <w:vAlign w:val="center"/>
          </w:tcPr>
          <w:p w:rsidR="005B4C92" w:rsidRPr="00F07BB4" w:rsidRDefault="005B4C92" w:rsidP="002D5428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343" w:type="pct"/>
          </w:tcPr>
          <w:p w:rsidR="005B4C92" w:rsidRPr="00F07BB4" w:rsidRDefault="005B4C92" w:rsidP="002D5428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  <w:tr w:rsidR="005B4C92" w:rsidRPr="00F07BB4" w:rsidTr="00595290">
        <w:trPr>
          <w:trHeight w:val="894"/>
          <w:jc w:val="center"/>
        </w:trPr>
        <w:tc>
          <w:tcPr>
            <w:tcW w:w="2557" w:type="pct"/>
            <w:vAlign w:val="center"/>
          </w:tcPr>
          <w:p w:rsidR="005B4C92" w:rsidRDefault="005B4C92" w:rsidP="002D5428">
            <w:pPr>
              <w:pStyle w:val="ListParagraph"/>
              <w:ind w:left="768" w:right="-123" w:hanging="851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3 - Wykonanie prac remontowych w Gimnazjum nr 2 w Orzeszu - Zawadzie</w:t>
            </w:r>
          </w:p>
        </w:tc>
        <w:tc>
          <w:tcPr>
            <w:tcW w:w="1100" w:type="pct"/>
            <w:vAlign w:val="center"/>
          </w:tcPr>
          <w:p w:rsidR="005B4C92" w:rsidRPr="00F07BB4" w:rsidRDefault="005B4C92" w:rsidP="002D5428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343" w:type="pct"/>
          </w:tcPr>
          <w:p w:rsidR="005B4C92" w:rsidRPr="00F07BB4" w:rsidRDefault="005B4C92" w:rsidP="002D5428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</w:tbl>
    <w:p w:rsidR="005B4C92" w:rsidRDefault="005B4C92" w:rsidP="00CC7F90">
      <w:pPr>
        <w:pStyle w:val="Title"/>
        <w:spacing w:line="240" w:lineRule="auto"/>
        <w:jc w:val="left"/>
        <w:outlineLvl w:val="0"/>
        <w:rPr>
          <w:rFonts w:ascii="Cambria" w:hAnsi="Cambria" w:cs="Tahoma"/>
          <w:color w:val="0000FF"/>
          <w:sz w:val="22"/>
          <w:szCs w:val="22"/>
        </w:rPr>
      </w:pPr>
    </w:p>
    <w:p w:rsidR="005B4C92" w:rsidRDefault="005B4C92" w:rsidP="00CC7F90">
      <w:pPr>
        <w:pStyle w:val="Title"/>
        <w:spacing w:line="240" w:lineRule="auto"/>
        <w:jc w:val="left"/>
        <w:outlineLvl w:val="0"/>
        <w:rPr>
          <w:rFonts w:ascii="Cambria" w:hAnsi="Cambria" w:cs="Tahoma"/>
          <w:color w:val="0000FF"/>
          <w:sz w:val="22"/>
          <w:szCs w:val="22"/>
        </w:rPr>
      </w:pPr>
    </w:p>
    <w:p w:rsidR="005B4C92" w:rsidRDefault="005B4C92" w:rsidP="00CC7F90">
      <w:pPr>
        <w:pStyle w:val="Title"/>
        <w:spacing w:line="240" w:lineRule="auto"/>
        <w:jc w:val="left"/>
        <w:outlineLvl w:val="0"/>
        <w:rPr>
          <w:rFonts w:ascii="Cambria" w:hAnsi="Cambria" w:cs="Tahoma"/>
          <w:color w:val="0000FF"/>
          <w:sz w:val="22"/>
          <w:szCs w:val="22"/>
        </w:rPr>
      </w:pPr>
    </w:p>
    <w:p w:rsidR="005B4C92" w:rsidRDefault="005B4C92" w:rsidP="00CC7F90">
      <w:pPr>
        <w:pStyle w:val="Title"/>
        <w:spacing w:line="240" w:lineRule="auto"/>
        <w:jc w:val="left"/>
        <w:outlineLvl w:val="0"/>
        <w:rPr>
          <w:rFonts w:ascii="Cambria" w:hAnsi="Cambria" w:cs="Tahoma"/>
          <w:color w:val="0000FF"/>
          <w:sz w:val="22"/>
          <w:szCs w:val="22"/>
        </w:rPr>
      </w:pPr>
    </w:p>
    <w:p w:rsidR="005B4C92" w:rsidRDefault="005B4C92" w:rsidP="00CC7F90">
      <w:pPr>
        <w:pStyle w:val="Title"/>
        <w:spacing w:line="240" w:lineRule="auto"/>
        <w:jc w:val="left"/>
        <w:outlineLvl w:val="0"/>
        <w:rPr>
          <w:rFonts w:ascii="Cambria" w:hAnsi="Cambria" w:cs="Tahoma"/>
          <w:color w:val="0000FF"/>
          <w:sz w:val="22"/>
          <w:szCs w:val="22"/>
        </w:rPr>
      </w:pPr>
    </w:p>
    <w:p w:rsidR="005B4C92" w:rsidRDefault="005B4C92" w:rsidP="00CC7F90">
      <w:pPr>
        <w:pStyle w:val="Title"/>
        <w:spacing w:line="240" w:lineRule="auto"/>
        <w:jc w:val="left"/>
        <w:outlineLvl w:val="0"/>
        <w:rPr>
          <w:rFonts w:ascii="Cambria" w:hAnsi="Cambria" w:cs="Tahoma"/>
          <w:color w:val="0000FF"/>
          <w:sz w:val="22"/>
          <w:szCs w:val="22"/>
        </w:rPr>
      </w:pPr>
    </w:p>
    <w:p w:rsidR="005B4C92" w:rsidRPr="00B90F03" w:rsidRDefault="005B4C92" w:rsidP="00CC7F90">
      <w:pPr>
        <w:pStyle w:val="Title"/>
        <w:tabs>
          <w:tab w:val="left" w:pos="6120"/>
        </w:tabs>
        <w:spacing w:line="240" w:lineRule="auto"/>
        <w:jc w:val="left"/>
        <w:outlineLvl w:val="0"/>
        <w:rPr>
          <w:rFonts w:ascii="Cambria" w:hAnsi="Cambria" w:cs="Tahoma"/>
          <w:color w:val="0000FF"/>
          <w:sz w:val="22"/>
          <w:szCs w:val="22"/>
        </w:rPr>
      </w:pPr>
    </w:p>
    <w:tbl>
      <w:tblPr>
        <w:tblW w:w="9165" w:type="dxa"/>
        <w:tblInd w:w="108" w:type="dxa"/>
        <w:tblLayout w:type="fixed"/>
        <w:tblLook w:val="00A0"/>
      </w:tblPr>
      <w:tblGrid>
        <w:gridCol w:w="3486"/>
        <w:gridCol w:w="2094"/>
        <w:gridCol w:w="3585"/>
      </w:tblGrid>
      <w:tr w:rsidR="005B4C92" w:rsidRPr="00B90F03" w:rsidTr="002D5428">
        <w:trPr>
          <w:trHeight w:val="816"/>
        </w:trPr>
        <w:tc>
          <w:tcPr>
            <w:tcW w:w="3486" w:type="dxa"/>
            <w:vAlign w:val="center"/>
          </w:tcPr>
          <w:p w:rsidR="005B4C92" w:rsidRPr="00B90F03" w:rsidRDefault="005B4C92" w:rsidP="002D5428">
            <w:pPr>
              <w:spacing w:after="0"/>
              <w:rPr>
                <w:rFonts w:ascii="Cambria" w:hAnsi="Cambria"/>
                <w:bCs/>
              </w:rPr>
            </w:pPr>
          </w:p>
        </w:tc>
        <w:tc>
          <w:tcPr>
            <w:tcW w:w="2094" w:type="dxa"/>
            <w:vAlign w:val="center"/>
          </w:tcPr>
          <w:p w:rsidR="005B4C92" w:rsidRPr="00B90F03" w:rsidRDefault="005B4C92" w:rsidP="002D5428">
            <w:pPr>
              <w:tabs>
                <w:tab w:val="left" w:pos="1971"/>
              </w:tabs>
              <w:spacing w:after="0"/>
              <w:ind w:right="87"/>
              <w:rPr>
                <w:rFonts w:ascii="Cambria" w:hAnsi="Cambria"/>
                <w:bCs/>
              </w:rPr>
            </w:pPr>
          </w:p>
        </w:tc>
        <w:tc>
          <w:tcPr>
            <w:tcW w:w="3585" w:type="dxa"/>
            <w:tcBorders>
              <w:top w:val="single" w:sz="4" w:space="0" w:color="000000"/>
            </w:tcBorders>
            <w:vAlign w:val="center"/>
          </w:tcPr>
          <w:p w:rsidR="005B4C92" w:rsidRPr="00B90F03" w:rsidRDefault="005B4C92" w:rsidP="002D5428">
            <w:pPr>
              <w:spacing w:before="60" w:after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Podpis Wykonawcy</w:t>
            </w:r>
            <w:r w:rsidRPr="00B90F03">
              <w:rPr>
                <w:rFonts w:ascii="Cambria" w:hAnsi="Cambria"/>
                <w:bCs/>
              </w:rPr>
              <w:t>/Podpis osoby</w:t>
            </w:r>
            <w:r w:rsidRPr="00B90F03">
              <w:rPr>
                <w:rFonts w:ascii="Cambria" w:hAnsi="Cambria"/>
                <w:bCs/>
              </w:rPr>
              <w:br/>
              <w:t>upoważ</w:t>
            </w:r>
            <w:r>
              <w:rPr>
                <w:rFonts w:ascii="Cambria" w:hAnsi="Cambria"/>
                <w:bCs/>
              </w:rPr>
              <w:t>nionej do reprezentacji Wykonawcy</w:t>
            </w:r>
          </w:p>
        </w:tc>
      </w:tr>
    </w:tbl>
    <w:p w:rsidR="005B4C92" w:rsidRPr="00B90F03" w:rsidRDefault="005B4C92" w:rsidP="00CC7F90">
      <w:pPr>
        <w:jc w:val="both"/>
        <w:rPr>
          <w:rFonts w:ascii="Cambria" w:hAnsi="Cambria"/>
          <w:b/>
        </w:rPr>
      </w:pPr>
    </w:p>
    <w:p w:rsidR="005B4C92" w:rsidRPr="00B90F03" w:rsidRDefault="005B4C92" w:rsidP="00CC7F90">
      <w:pPr>
        <w:widowControl/>
        <w:numPr>
          <w:ilvl w:val="0"/>
          <w:numId w:val="40"/>
        </w:numPr>
        <w:suppressAutoHyphens w:val="0"/>
        <w:autoSpaceDN/>
        <w:jc w:val="both"/>
        <w:textAlignment w:val="auto"/>
        <w:rPr>
          <w:rFonts w:ascii="Cambria" w:hAnsi="Cambria"/>
          <w:b/>
        </w:rPr>
      </w:pPr>
      <w:r w:rsidRPr="00B90F03">
        <w:rPr>
          <w:rFonts w:ascii="Cambria" w:hAnsi="Cambria"/>
          <w:b/>
        </w:rPr>
        <w:t xml:space="preserve">OŚWIADCZENIA WYKONAWCY </w:t>
      </w:r>
    </w:p>
    <w:p w:rsidR="005B4C92" w:rsidRPr="00B90F03" w:rsidRDefault="005B4C92" w:rsidP="00CC7F90">
      <w:pPr>
        <w:spacing w:after="0"/>
        <w:rPr>
          <w:rFonts w:ascii="Cambria" w:hAnsi="Cambria" w:cs="Arial"/>
          <w:bCs/>
        </w:rPr>
      </w:pPr>
      <w:r w:rsidRPr="00B90F03">
        <w:rPr>
          <w:rFonts w:ascii="Cambria" w:hAnsi="Cambria" w:cs="Arial"/>
          <w:iCs/>
        </w:rPr>
        <w:t>1) O braku powiązań osobowych lub kapit</w:t>
      </w:r>
      <w:r>
        <w:rPr>
          <w:rFonts w:ascii="Cambria" w:hAnsi="Cambria" w:cs="Arial"/>
          <w:iCs/>
        </w:rPr>
        <w:t>ałowych z Zamawiającym/Liderem</w:t>
      </w:r>
    </w:p>
    <w:p w:rsidR="005B4C92" w:rsidRPr="00B90F03" w:rsidRDefault="005B4C92" w:rsidP="00CC7F90">
      <w:pPr>
        <w:pStyle w:val="Default"/>
        <w:spacing w:line="276" w:lineRule="auto"/>
        <w:jc w:val="both"/>
        <w:rPr>
          <w:rFonts w:ascii="Cambria" w:hAnsi="Cambria" w:cs="Arial"/>
          <w:color w:val="auto"/>
          <w:sz w:val="22"/>
          <w:szCs w:val="22"/>
        </w:rPr>
      </w:pPr>
      <w:r w:rsidRPr="00B90F03">
        <w:rPr>
          <w:rFonts w:ascii="Cambria" w:hAnsi="Cambria" w:cs="Arial"/>
          <w:color w:val="auto"/>
          <w:sz w:val="22"/>
          <w:szCs w:val="22"/>
        </w:rPr>
        <w:t xml:space="preserve">Ja niżej podpisany/a oświadczam, że nie jestem powiązany/a z </w:t>
      </w:r>
      <w:r w:rsidRPr="00B90F03">
        <w:rPr>
          <w:rFonts w:ascii="Cambria" w:hAnsi="Cambria" w:cs="Arial"/>
          <w:b/>
          <w:color w:val="auto"/>
          <w:sz w:val="22"/>
          <w:szCs w:val="22"/>
        </w:rPr>
        <w:t>Miastem Orzesze</w:t>
      </w:r>
      <w:r>
        <w:rPr>
          <w:rFonts w:ascii="Cambria" w:hAnsi="Cambria" w:cs="Arial"/>
          <w:color w:val="auto"/>
          <w:sz w:val="22"/>
          <w:szCs w:val="22"/>
        </w:rPr>
        <w:t xml:space="preserve"> </w:t>
      </w:r>
      <w:r w:rsidRPr="00B90F03">
        <w:rPr>
          <w:rFonts w:ascii="Cambria" w:hAnsi="Cambria" w:cs="Arial"/>
          <w:color w:val="auto"/>
          <w:sz w:val="22"/>
          <w:szCs w:val="22"/>
        </w:rPr>
        <w:t>osobowo lub kapitałowo, przy czym przez powiązanie kapitałowe lub osobowe rozumie się:</w:t>
      </w:r>
    </w:p>
    <w:p w:rsidR="005B4C92" w:rsidRPr="00B90F03" w:rsidRDefault="005B4C92" w:rsidP="00CC7F90">
      <w:pPr>
        <w:pStyle w:val="Default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line="276" w:lineRule="auto"/>
        <w:ind w:left="426" w:hanging="284"/>
        <w:jc w:val="both"/>
        <w:textAlignment w:val="auto"/>
        <w:rPr>
          <w:rFonts w:ascii="Cambria" w:hAnsi="Cambria" w:cs="Arial"/>
          <w:color w:val="auto"/>
          <w:sz w:val="22"/>
          <w:szCs w:val="22"/>
        </w:rPr>
      </w:pPr>
      <w:r w:rsidRPr="00B90F03">
        <w:rPr>
          <w:rFonts w:ascii="Cambria" w:hAnsi="Cambria" w:cs="Arial"/>
          <w:color w:val="auto"/>
          <w:sz w:val="22"/>
          <w:szCs w:val="22"/>
        </w:rPr>
        <w:t xml:space="preserve">uczestniczenie w spółce jako wspólnik spółki cywilnej lub spółki osobowej, </w:t>
      </w:r>
    </w:p>
    <w:p w:rsidR="005B4C92" w:rsidRPr="00B90F03" w:rsidRDefault="005B4C92" w:rsidP="00CC7F90">
      <w:pPr>
        <w:pStyle w:val="Default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line="276" w:lineRule="auto"/>
        <w:ind w:left="426" w:hanging="284"/>
        <w:jc w:val="both"/>
        <w:textAlignment w:val="auto"/>
        <w:rPr>
          <w:rFonts w:ascii="Cambria" w:hAnsi="Cambria" w:cs="Arial"/>
          <w:color w:val="auto"/>
          <w:sz w:val="22"/>
          <w:szCs w:val="22"/>
        </w:rPr>
      </w:pPr>
      <w:r w:rsidRPr="00B90F03">
        <w:rPr>
          <w:rFonts w:ascii="Cambria" w:hAnsi="Cambria" w:cs="Arial"/>
          <w:color w:val="auto"/>
          <w:sz w:val="22"/>
          <w:szCs w:val="22"/>
        </w:rPr>
        <w:t xml:space="preserve">posiadanie co najmniej 10% udziałów lub akcji, </w:t>
      </w:r>
    </w:p>
    <w:p w:rsidR="005B4C92" w:rsidRPr="00B90F03" w:rsidRDefault="005B4C92" w:rsidP="00CC7F90">
      <w:pPr>
        <w:pStyle w:val="Default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line="276" w:lineRule="auto"/>
        <w:ind w:left="426" w:hanging="284"/>
        <w:jc w:val="both"/>
        <w:textAlignment w:val="auto"/>
        <w:rPr>
          <w:rFonts w:ascii="Cambria" w:hAnsi="Cambria" w:cs="Arial"/>
          <w:color w:val="auto"/>
          <w:sz w:val="22"/>
          <w:szCs w:val="22"/>
        </w:rPr>
      </w:pPr>
      <w:r w:rsidRPr="00B90F03">
        <w:rPr>
          <w:rFonts w:ascii="Cambria" w:hAnsi="Cambria" w:cs="Arial"/>
          <w:color w:val="auto"/>
          <w:sz w:val="22"/>
          <w:szCs w:val="22"/>
        </w:rPr>
        <w:t>pełnienie funkcji członka organu nadzorczego lub zarządzającego, prokurenta,</w:t>
      </w:r>
    </w:p>
    <w:p w:rsidR="005B4C92" w:rsidRPr="00B90F03" w:rsidRDefault="005B4C92" w:rsidP="00CC7F90">
      <w:pPr>
        <w:pStyle w:val="Default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line="276" w:lineRule="auto"/>
        <w:ind w:left="426" w:hanging="284"/>
        <w:jc w:val="both"/>
        <w:textAlignment w:val="auto"/>
        <w:rPr>
          <w:rFonts w:ascii="Cambria" w:hAnsi="Cambria" w:cs="Arial"/>
          <w:color w:val="auto"/>
          <w:sz w:val="22"/>
          <w:szCs w:val="22"/>
        </w:rPr>
      </w:pPr>
      <w:r w:rsidRPr="00B90F03">
        <w:rPr>
          <w:rFonts w:ascii="Cambria" w:hAnsi="Cambria" w:cs="Arial"/>
          <w:color w:val="auto"/>
          <w:sz w:val="22"/>
          <w:szCs w:val="22"/>
        </w:rPr>
        <w:t xml:space="preserve">pełnomocnika, </w:t>
      </w:r>
    </w:p>
    <w:p w:rsidR="005B4C92" w:rsidRPr="00B90F03" w:rsidRDefault="005B4C92" w:rsidP="00CC7F90">
      <w:pPr>
        <w:pStyle w:val="Default"/>
        <w:numPr>
          <w:ilvl w:val="0"/>
          <w:numId w:val="8"/>
        </w:numPr>
        <w:tabs>
          <w:tab w:val="left" w:pos="426"/>
        </w:tabs>
        <w:suppressAutoHyphens w:val="0"/>
        <w:autoSpaceDE w:val="0"/>
        <w:adjustRightInd w:val="0"/>
        <w:spacing w:line="276" w:lineRule="auto"/>
        <w:ind w:left="426" w:hanging="284"/>
        <w:jc w:val="both"/>
        <w:textAlignment w:val="auto"/>
        <w:rPr>
          <w:rFonts w:ascii="Cambria" w:hAnsi="Cambria" w:cs="Arial"/>
          <w:color w:val="auto"/>
          <w:sz w:val="22"/>
          <w:szCs w:val="22"/>
        </w:rPr>
      </w:pPr>
      <w:r w:rsidRPr="00B90F03">
        <w:rPr>
          <w:rFonts w:ascii="Cambria" w:hAnsi="Cambria" w:cs="Arial"/>
          <w:color w:val="auto"/>
          <w:sz w:val="22"/>
          <w:szCs w:val="22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:rsidR="005B4C92" w:rsidRPr="00B90F03" w:rsidRDefault="005B4C92" w:rsidP="00CC7F90">
      <w:pPr>
        <w:spacing w:after="0"/>
        <w:rPr>
          <w:rFonts w:ascii="Cambria" w:hAnsi="Cambria" w:cs="Arial"/>
        </w:rPr>
      </w:pPr>
    </w:p>
    <w:p w:rsidR="005B4C92" w:rsidRPr="00B90F03" w:rsidRDefault="005B4C92" w:rsidP="00CC7F90">
      <w:pPr>
        <w:spacing w:after="0"/>
        <w:jc w:val="both"/>
        <w:rPr>
          <w:rFonts w:ascii="Cambria" w:hAnsi="Cambria" w:cs="Arial"/>
        </w:rPr>
      </w:pPr>
      <w:r w:rsidRPr="00B90F03">
        <w:rPr>
          <w:rFonts w:ascii="Cambria" w:hAnsi="Cambria" w:cs="Arial"/>
        </w:rPr>
        <w:t>2) Oświadczam, że posiadam niezbędne uprawnienia do wykonania przedmiotowego zamówienia oraz dysponuję niezbędną wiedzą i doświadczeniem, a także potencjałem ekonomicznym i technicznym niezbędnymi do wykonania przedmiotu zamówienia.</w:t>
      </w:r>
    </w:p>
    <w:p w:rsidR="005B4C92" w:rsidRPr="00B90F03" w:rsidRDefault="005B4C92" w:rsidP="00CC7F90">
      <w:pPr>
        <w:spacing w:after="0"/>
        <w:rPr>
          <w:rFonts w:ascii="Cambria" w:hAnsi="Cambria" w:cs="Arial"/>
        </w:rPr>
      </w:pPr>
    </w:p>
    <w:p w:rsidR="005B4C92" w:rsidRPr="00B90F03" w:rsidRDefault="005B4C92" w:rsidP="00CC7F90">
      <w:pPr>
        <w:spacing w:after="0"/>
        <w:jc w:val="both"/>
        <w:rPr>
          <w:rFonts w:ascii="Cambria" w:hAnsi="Cambria" w:cs="Arial"/>
        </w:rPr>
      </w:pPr>
      <w:r w:rsidRPr="00B90F03">
        <w:rPr>
          <w:rFonts w:ascii="Cambria" w:hAnsi="Cambria" w:cs="Arial"/>
        </w:rPr>
        <w:t>3) Oświadczam, że uważam się za związanego ofertą przez 30 dni od terminu jej składania oraz deklaruję możliwość realizacji usług zgodnie z przedmiotem zapytania ofertowego.</w:t>
      </w:r>
    </w:p>
    <w:p w:rsidR="005B4C92" w:rsidRPr="00B90F03" w:rsidRDefault="005B4C92" w:rsidP="00CC7F90">
      <w:pPr>
        <w:spacing w:after="0"/>
        <w:jc w:val="both"/>
        <w:rPr>
          <w:rFonts w:ascii="Cambria" w:hAnsi="Cambria" w:cs="Arial"/>
        </w:rPr>
      </w:pPr>
    </w:p>
    <w:p w:rsidR="005B4C92" w:rsidRPr="00B90F03" w:rsidRDefault="005B4C92" w:rsidP="00CC7F90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 w:rsidRPr="00B90F03">
        <w:rPr>
          <w:rFonts w:ascii="Cambria" w:hAnsi="Cambria" w:cs="Arial"/>
        </w:rPr>
        <w:t>4) Oświadczam, że w miesiącu, w którym składam ofertę moje łączne zaangażowanie zawodowe, niezależnie od formy zaangażowania, w realizację wszystkich projektów finansowanych z funduszy strukturalnych i Funduszu Spójności oraz działań finansowanych z innych źródeł nie przekracza 276 godzin miesięcznie.</w:t>
      </w:r>
      <w:r w:rsidRPr="00B90F03">
        <w:rPr>
          <w:rStyle w:val="EndnoteReference"/>
          <w:rFonts w:ascii="Cambria" w:hAnsi="Cambria" w:cs="Arial"/>
        </w:rPr>
        <w:endnoteReference w:id="1"/>
      </w:r>
    </w:p>
    <w:p w:rsidR="005B4C92" w:rsidRDefault="005B4C92" w:rsidP="00CC7F90">
      <w:pPr>
        <w:spacing w:after="0"/>
        <w:jc w:val="both"/>
        <w:rPr>
          <w:rFonts w:ascii="Cambria" w:hAnsi="Cambria" w:cs="Arial"/>
        </w:rPr>
      </w:pPr>
    </w:p>
    <w:p w:rsidR="005B4C92" w:rsidRDefault="005B4C92" w:rsidP="00CC7F90">
      <w:pPr>
        <w:spacing w:after="0"/>
        <w:jc w:val="both"/>
        <w:rPr>
          <w:rFonts w:ascii="Cambria" w:hAnsi="Cambria" w:cs="Arial"/>
        </w:rPr>
      </w:pPr>
    </w:p>
    <w:p w:rsidR="005B4C92" w:rsidRDefault="005B4C92" w:rsidP="00CC7F90">
      <w:pPr>
        <w:tabs>
          <w:tab w:val="left" w:pos="6480"/>
        </w:tabs>
        <w:spacing w:after="0"/>
        <w:jc w:val="both"/>
        <w:rPr>
          <w:rFonts w:ascii="Cambria" w:hAnsi="Cambria" w:cs="Arial"/>
        </w:rPr>
      </w:pPr>
    </w:p>
    <w:p w:rsidR="005B4C92" w:rsidRDefault="005B4C92" w:rsidP="00CC7F90">
      <w:pPr>
        <w:tabs>
          <w:tab w:val="left" w:pos="6480"/>
        </w:tabs>
        <w:spacing w:after="0"/>
        <w:jc w:val="both"/>
        <w:rPr>
          <w:rFonts w:ascii="Cambria" w:hAnsi="Cambria" w:cs="Arial"/>
        </w:rPr>
      </w:pPr>
    </w:p>
    <w:p w:rsidR="005B4C92" w:rsidRPr="00B90F03" w:rsidRDefault="005B4C92" w:rsidP="00CC7F90">
      <w:pPr>
        <w:tabs>
          <w:tab w:val="left" w:pos="5940"/>
          <w:tab w:val="left" w:pos="6300"/>
        </w:tabs>
        <w:spacing w:after="0"/>
        <w:jc w:val="both"/>
        <w:rPr>
          <w:rFonts w:ascii="Cambria" w:hAnsi="Cambria" w:cs="Arial"/>
        </w:rPr>
      </w:pPr>
    </w:p>
    <w:tbl>
      <w:tblPr>
        <w:tblW w:w="8868" w:type="dxa"/>
        <w:tblInd w:w="108" w:type="dxa"/>
        <w:tblLayout w:type="fixed"/>
        <w:tblLook w:val="00A0"/>
      </w:tblPr>
      <w:tblGrid>
        <w:gridCol w:w="3544"/>
        <w:gridCol w:w="1496"/>
        <w:gridCol w:w="3828"/>
      </w:tblGrid>
      <w:tr w:rsidR="005B4C92" w:rsidRPr="00B90F03" w:rsidTr="002D5428">
        <w:tc>
          <w:tcPr>
            <w:tcW w:w="3544" w:type="dxa"/>
            <w:vAlign w:val="center"/>
          </w:tcPr>
          <w:p w:rsidR="005B4C92" w:rsidRPr="00B90F03" w:rsidRDefault="005B4C92" w:rsidP="002D5428">
            <w:pPr>
              <w:spacing w:after="0"/>
              <w:rPr>
                <w:rFonts w:ascii="Cambria" w:hAnsi="Cambria"/>
                <w:bCs/>
              </w:rPr>
            </w:pPr>
          </w:p>
        </w:tc>
        <w:tc>
          <w:tcPr>
            <w:tcW w:w="1496" w:type="dxa"/>
            <w:vAlign w:val="center"/>
          </w:tcPr>
          <w:p w:rsidR="005B4C92" w:rsidRPr="00B90F03" w:rsidRDefault="005B4C92" w:rsidP="002D5428">
            <w:pPr>
              <w:spacing w:after="0"/>
              <w:rPr>
                <w:rFonts w:ascii="Cambria" w:hAnsi="Cambria"/>
                <w:bCs/>
              </w:rPr>
            </w:pPr>
          </w:p>
        </w:tc>
        <w:tc>
          <w:tcPr>
            <w:tcW w:w="3828" w:type="dxa"/>
            <w:tcBorders>
              <w:top w:val="single" w:sz="4" w:space="0" w:color="000000"/>
            </w:tcBorders>
            <w:vAlign w:val="center"/>
          </w:tcPr>
          <w:p w:rsidR="005B4C92" w:rsidRPr="00B90F03" w:rsidRDefault="005B4C92" w:rsidP="002D5428">
            <w:pPr>
              <w:spacing w:before="120" w:after="0"/>
              <w:ind w:left="-108"/>
              <w:jc w:val="center"/>
              <w:rPr>
                <w:rFonts w:ascii="Cambria" w:hAnsi="Cambria"/>
                <w:bCs/>
              </w:rPr>
            </w:pPr>
            <w:r w:rsidRPr="00B90F03">
              <w:rPr>
                <w:rFonts w:ascii="Cambria" w:hAnsi="Cambria"/>
                <w:bCs/>
              </w:rPr>
              <w:t>Podpis Wykonawcy/Podpis osoby</w:t>
            </w:r>
            <w:r w:rsidRPr="00B90F03">
              <w:rPr>
                <w:rFonts w:ascii="Cambria" w:hAnsi="Cambria"/>
                <w:bCs/>
              </w:rPr>
              <w:br/>
              <w:t>upoważnionej do reprezentacji Wykonawcy</w:t>
            </w:r>
          </w:p>
        </w:tc>
      </w:tr>
    </w:tbl>
    <w:p w:rsidR="005B4C92" w:rsidRDefault="005B4C92" w:rsidP="00CC7F90"/>
    <w:p w:rsidR="005B4C92" w:rsidRDefault="005B4C92" w:rsidP="00CC7F90">
      <w:pPr>
        <w:ind w:right="252"/>
      </w:pPr>
    </w:p>
    <w:p w:rsidR="005B4C92" w:rsidRPr="00373DB5" w:rsidRDefault="005B4C92" w:rsidP="00595290">
      <w:pPr>
        <w:rPr>
          <w:rFonts w:ascii="Cambria" w:hAnsi="Cambria" w:cs="Arial"/>
          <w:sz w:val="20"/>
          <w:szCs w:val="20"/>
        </w:rPr>
      </w:pPr>
    </w:p>
    <w:sectPr w:rsidR="005B4C92" w:rsidRPr="00373DB5" w:rsidSect="00CC1EF8">
      <w:headerReference w:type="default" r:id="rId7"/>
      <w:footerReference w:type="default" r:id="rId8"/>
      <w:pgSz w:w="11906" w:h="16838"/>
      <w:pgMar w:top="2127" w:right="851" w:bottom="1701" w:left="851" w:header="426" w:footer="4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C92" w:rsidRDefault="005B4C92" w:rsidP="00CC1EF8">
      <w:pPr>
        <w:spacing w:after="0" w:line="240" w:lineRule="auto"/>
      </w:pPr>
      <w:r>
        <w:separator/>
      </w:r>
    </w:p>
  </w:endnote>
  <w:endnote w:type="continuationSeparator" w:id="0">
    <w:p w:rsidR="005B4C92" w:rsidRDefault="005B4C92" w:rsidP="00CC1EF8">
      <w:pPr>
        <w:spacing w:after="0" w:line="240" w:lineRule="auto"/>
      </w:pPr>
      <w:r>
        <w:continuationSeparator/>
      </w:r>
    </w:p>
  </w:endnote>
  <w:endnote w:id="1">
    <w:p w:rsidR="005B4C92" w:rsidRDefault="005B4C92" w:rsidP="00CC7F90">
      <w:pPr>
        <w:autoSpaceDE w:val="0"/>
        <w:adjustRightInd w:val="0"/>
        <w:spacing w:after="0" w:line="240" w:lineRule="auto"/>
      </w:pPr>
      <w:r>
        <w:rPr>
          <w:rStyle w:val="EndnoteReference"/>
          <w:rFonts w:cs="Tahoma"/>
        </w:rPr>
        <w:endnoteRef/>
      </w:r>
      <w:r>
        <w:t xml:space="preserve"> </w:t>
      </w:r>
      <w:r w:rsidRPr="0092712D">
        <w:rPr>
          <w:rFonts w:ascii="Arial" w:hAnsi="Arial" w:cs="Arial"/>
          <w:sz w:val="16"/>
          <w:szCs w:val="16"/>
          <w:lang w:eastAsia="pl-PL"/>
        </w:rPr>
        <w:t xml:space="preserve">Dotyczy osób fizycznych. </w:t>
      </w:r>
      <w:r>
        <w:rPr>
          <w:rFonts w:ascii="Arial" w:hAnsi="Arial" w:cs="Arial"/>
          <w:sz w:val="16"/>
          <w:szCs w:val="16"/>
          <w:lang w:eastAsia="pl-PL"/>
        </w:rPr>
        <w:t>Do limitu wlicza się czas nieobecności pracownika związanej ze zwolnieniami lekarskimi i urlopem wypoczynkowym, nie wlicza się natomiast czasu nieobecności pracownika związanej z urlopem bezpłatnym.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C92" w:rsidRDefault="005B4C92">
    <w:pPr>
      <w:pStyle w:val="Foo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0" o:spid="_x0000_s2050" type="#_x0000_t75" alt="orzesze.jpg" style="position:absolute;margin-left:496.7pt;margin-top:-24.5pt;width:30pt;height:39.75pt;z-index:-251654144;visibility:visible" wrapcoords="-540 0 -540 21192 21600 21192 21600 0 -540 0">
          <v:imagedata r:id="rId1" o:title=""/>
          <w10:wrap type="tight"/>
        </v:shape>
      </w:pict>
    </w:r>
    <w:r w:rsidRPr="00546B56">
      <w:rPr>
        <w:rFonts w:ascii="Arial" w:hAnsi="Arial" w:cs="Arial"/>
        <w:sz w:val="14"/>
        <w:szCs w:val="14"/>
      </w:rPr>
      <w:t xml:space="preserve"> </w:t>
    </w:r>
  </w:p>
  <w:p w:rsidR="005B4C92" w:rsidRDefault="005B4C92" w:rsidP="00281F49">
    <w:pPr>
      <w:pStyle w:val="Footer"/>
      <w:tabs>
        <w:tab w:val="left" w:pos="9015"/>
        <w:tab w:val="right" w:pos="10204"/>
      </w:tabs>
    </w:pP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C92" w:rsidRDefault="005B4C92" w:rsidP="00CC1EF8">
      <w:pPr>
        <w:spacing w:after="0" w:line="240" w:lineRule="auto"/>
      </w:pPr>
      <w:r>
        <w:separator/>
      </w:r>
    </w:p>
  </w:footnote>
  <w:footnote w:type="continuationSeparator" w:id="0">
    <w:p w:rsidR="005B4C92" w:rsidRDefault="005B4C92" w:rsidP="00CC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C92" w:rsidRDefault="005B4C92" w:rsidP="00CC1EF8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style="position:absolute;margin-left:30.95pt;margin-top:7.2pt;width:453.75pt;height:67.5pt;z-index:-251656192;visibility:visible" wrapcoords="-36 0 -36 21360 21600 21360 21600 0 -36 0">
          <v:imagedata r:id="rId1" o:title="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1D90"/>
    <w:multiLevelType w:val="hybridMultilevel"/>
    <w:tmpl w:val="04FC8F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A51518"/>
    <w:multiLevelType w:val="hybridMultilevel"/>
    <w:tmpl w:val="F1E43A2E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37019F"/>
    <w:multiLevelType w:val="hybridMultilevel"/>
    <w:tmpl w:val="B6148F7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1393212A"/>
    <w:multiLevelType w:val="hybridMultilevel"/>
    <w:tmpl w:val="1DC20074"/>
    <w:lvl w:ilvl="0" w:tplc="3774D9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140571"/>
    <w:multiLevelType w:val="hybridMultilevel"/>
    <w:tmpl w:val="04E06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36BD7"/>
    <w:multiLevelType w:val="hybridMultilevel"/>
    <w:tmpl w:val="CF302102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517967"/>
    <w:multiLevelType w:val="multilevel"/>
    <w:tmpl w:val="6B7615C4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>
    <w:nsid w:val="20AD458C"/>
    <w:multiLevelType w:val="hybridMultilevel"/>
    <w:tmpl w:val="06765E30"/>
    <w:lvl w:ilvl="0" w:tplc="DD8E2ACC">
      <w:start w:val="1"/>
      <w:numFmt w:val="decimal"/>
      <w:lvlText w:val="%1."/>
      <w:lvlJc w:val="left"/>
      <w:pPr>
        <w:ind w:left="720" w:hanging="360"/>
      </w:pPr>
      <w:rPr>
        <w:rFonts w:ascii="Cambria" w:eastAsia="SimSun" w:hAnsi="Cambri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E239B9"/>
    <w:multiLevelType w:val="hybridMultilevel"/>
    <w:tmpl w:val="9A7649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CD7B77"/>
    <w:multiLevelType w:val="hybridMultilevel"/>
    <w:tmpl w:val="CFAA26C0"/>
    <w:lvl w:ilvl="0" w:tplc="20A0FF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3255E1"/>
    <w:multiLevelType w:val="hybridMultilevel"/>
    <w:tmpl w:val="E68E65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BF46E35"/>
    <w:multiLevelType w:val="hybridMultilevel"/>
    <w:tmpl w:val="52CE207A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12350F9"/>
    <w:multiLevelType w:val="hybridMultilevel"/>
    <w:tmpl w:val="3EF0EC18"/>
    <w:lvl w:ilvl="0" w:tplc="DAD6CB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6868E3"/>
    <w:multiLevelType w:val="hybridMultilevel"/>
    <w:tmpl w:val="CFDA7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A324F"/>
    <w:multiLevelType w:val="hybridMultilevel"/>
    <w:tmpl w:val="1FA692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0A3E70"/>
    <w:multiLevelType w:val="hybridMultilevel"/>
    <w:tmpl w:val="CB40F356"/>
    <w:lvl w:ilvl="0" w:tplc="C900BC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B71379"/>
    <w:multiLevelType w:val="hybridMultilevel"/>
    <w:tmpl w:val="B2F28B16"/>
    <w:lvl w:ilvl="0" w:tplc="48820F0A">
      <w:start w:val="1"/>
      <w:numFmt w:val="upperRoman"/>
      <w:lvlText w:val="%1."/>
      <w:lvlJc w:val="left"/>
      <w:pPr>
        <w:ind w:left="1080" w:hanging="720"/>
      </w:pPr>
      <w:rPr>
        <w:rFonts w:ascii="Cambria" w:hAnsi="Cambria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06A69E2"/>
    <w:multiLevelType w:val="hybridMultilevel"/>
    <w:tmpl w:val="4C18C3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8F3266"/>
    <w:multiLevelType w:val="multilevel"/>
    <w:tmpl w:val="1A8854F2"/>
    <w:styleLink w:val="WWNum1"/>
    <w:lvl w:ilvl="0">
      <w:start w:val="1"/>
      <w:numFmt w:val="decimal"/>
      <w:lvlText w:val="%1."/>
      <w:lvlJc w:val="left"/>
      <w:rPr>
        <w:rFonts w:cs="Arial"/>
        <w:b w:val="0"/>
        <w:i w:val="0"/>
        <w:strike w:val="0"/>
        <w:dstrike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color w:val="00000A"/>
        <w:sz w:val="22"/>
      </w:rPr>
    </w:lvl>
    <w:lvl w:ilvl="2">
      <w:start w:val="1"/>
      <w:numFmt w:val="lowerRoman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19">
    <w:nsid w:val="487037C5"/>
    <w:multiLevelType w:val="hybridMultilevel"/>
    <w:tmpl w:val="7B200A34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A1F5D3E"/>
    <w:multiLevelType w:val="hybridMultilevel"/>
    <w:tmpl w:val="1A06DAC2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BD7423D"/>
    <w:multiLevelType w:val="multilevel"/>
    <w:tmpl w:val="AADEAB58"/>
    <w:styleLink w:val="WWNum6"/>
    <w:lvl w:ilvl="0">
      <w:start w:val="1"/>
      <w:numFmt w:val="decimal"/>
      <w:lvlText w:val="%1."/>
      <w:lvlJc w:val="left"/>
      <w:rPr>
        <w:rFonts w:cs="Arial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sz w:val="22"/>
      </w:rPr>
    </w:lvl>
    <w:lvl w:ilvl="2">
      <w:start w:val="1"/>
      <w:numFmt w:val="lowerRoman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2">
    <w:nsid w:val="4BF5383C"/>
    <w:multiLevelType w:val="multilevel"/>
    <w:tmpl w:val="6E32DDE2"/>
    <w:styleLink w:val="WWNum2"/>
    <w:lvl w:ilvl="0">
      <w:start w:val="1"/>
      <w:numFmt w:val="decimal"/>
      <w:lvlText w:val="%1."/>
      <w:lvlJc w:val="left"/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sz w:val="22"/>
      </w:rPr>
    </w:lvl>
    <w:lvl w:ilvl="2">
      <w:start w:val="1"/>
      <w:numFmt w:val="lowerRoman"/>
      <w:lvlText w:val="%1.%2.%3)"/>
      <w:lvlJc w:val="left"/>
      <w:rPr>
        <w:rFonts w:cs="Times New Roman"/>
        <w:color w:val="00000A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3">
    <w:nsid w:val="4ECB0FAF"/>
    <w:multiLevelType w:val="hybridMultilevel"/>
    <w:tmpl w:val="B68480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F3F6F55"/>
    <w:multiLevelType w:val="hybridMultilevel"/>
    <w:tmpl w:val="0A0606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FE307B3"/>
    <w:multiLevelType w:val="hybridMultilevel"/>
    <w:tmpl w:val="E3303C4C"/>
    <w:lvl w:ilvl="0" w:tplc="B5EA72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D60217"/>
    <w:multiLevelType w:val="multilevel"/>
    <w:tmpl w:val="A9F0FC3C"/>
    <w:styleLink w:val="WWNum9"/>
    <w:lvl w:ilvl="0">
      <w:start w:val="1"/>
      <w:numFmt w:val="decimal"/>
      <w:lvlText w:val="%1."/>
      <w:lvlJc w:val="left"/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sz w:val="22"/>
      </w:rPr>
    </w:lvl>
    <w:lvl w:ilvl="2">
      <w:numFmt w:val="bullet"/>
      <w:lvlText w:val=""/>
      <w:lvlJc w:val="left"/>
      <w:rPr>
        <w:rFonts w:ascii="Symbol" w:hAnsi="Symbol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7">
    <w:nsid w:val="575E0C9D"/>
    <w:multiLevelType w:val="hybridMultilevel"/>
    <w:tmpl w:val="0A12952E"/>
    <w:lvl w:ilvl="0" w:tplc="B2FE51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BC7D34"/>
    <w:multiLevelType w:val="hybridMultilevel"/>
    <w:tmpl w:val="1E6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EF2DB0"/>
    <w:multiLevelType w:val="hybridMultilevel"/>
    <w:tmpl w:val="E0002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8E7F72"/>
    <w:multiLevelType w:val="hybridMultilevel"/>
    <w:tmpl w:val="3942EBFE"/>
    <w:lvl w:ilvl="0" w:tplc="D5F849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8431125"/>
    <w:multiLevelType w:val="hybridMultilevel"/>
    <w:tmpl w:val="A904AB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7E41EA"/>
    <w:multiLevelType w:val="hybridMultilevel"/>
    <w:tmpl w:val="BA96C4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D5C358D"/>
    <w:multiLevelType w:val="hybridMultilevel"/>
    <w:tmpl w:val="3EB8A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EE18DC"/>
    <w:multiLevelType w:val="hybridMultilevel"/>
    <w:tmpl w:val="40AE9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2A3134"/>
    <w:multiLevelType w:val="hybridMultilevel"/>
    <w:tmpl w:val="B720E756"/>
    <w:lvl w:ilvl="0" w:tplc="5ADE93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1CF66CC"/>
    <w:multiLevelType w:val="multilevel"/>
    <w:tmpl w:val="D43EFB8A"/>
    <w:styleLink w:val="WWNum4"/>
    <w:lvl w:ilvl="0">
      <w:start w:val="1"/>
      <w:numFmt w:val="decimal"/>
      <w:lvlText w:val="%1."/>
      <w:lvlJc w:val="left"/>
      <w:rPr>
        <w:rFonts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cs="Arial"/>
        <w:b w:val="0"/>
        <w:i w:val="0"/>
        <w:sz w:val="20"/>
        <w:szCs w:val="20"/>
      </w:rPr>
    </w:lvl>
    <w:lvl w:ilvl="2">
      <w:start w:val="1"/>
      <w:numFmt w:val="lowerRoman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37">
    <w:nsid w:val="74BC1CD0"/>
    <w:multiLevelType w:val="multilevel"/>
    <w:tmpl w:val="28164030"/>
    <w:styleLink w:val="WWNum7"/>
    <w:lvl w:ilvl="0">
      <w:start w:val="1"/>
      <w:numFmt w:val="decimal"/>
      <w:lvlText w:val="%1."/>
      <w:lvlJc w:val="left"/>
      <w:rPr>
        <w:rFonts w:cs="Arial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  <w:b w:val="0"/>
        <w:i w:val="0"/>
        <w:sz w:val="22"/>
      </w:rPr>
    </w:lvl>
    <w:lvl w:ilvl="2">
      <w:start w:val="1"/>
      <w:numFmt w:val="lowerRoman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38">
    <w:nsid w:val="78E40274"/>
    <w:multiLevelType w:val="hybridMultilevel"/>
    <w:tmpl w:val="81D2B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A704EE"/>
    <w:multiLevelType w:val="hybridMultilevel"/>
    <w:tmpl w:val="470AB9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7"/>
  </w:num>
  <w:num w:numId="3">
    <w:abstractNumId w:val="26"/>
  </w:num>
  <w:num w:numId="4">
    <w:abstractNumId w:val="6"/>
  </w:num>
  <w:num w:numId="5">
    <w:abstractNumId w:val="18"/>
  </w:num>
  <w:num w:numId="6">
    <w:abstractNumId w:val="22"/>
  </w:num>
  <w:num w:numId="7">
    <w:abstractNumId w:val="36"/>
  </w:num>
  <w:num w:numId="8">
    <w:abstractNumId w:val="2"/>
  </w:num>
  <w:num w:numId="9">
    <w:abstractNumId w:val="20"/>
  </w:num>
  <w:num w:numId="10">
    <w:abstractNumId w:val="10"/>
  </w:num>
  <w:num w:numId="11">
    <w:abstractNumId w:val="29"/>
  </w:num>
  <w:num w:numId="12">
    <w:abstractNumId w:val="13"/>
  </w:num>
  <w:num w:numId="13">
    <w:abstractNumId w:val="4"/>
  </w:num>
  <w:num w:numId="14">
    <w:abstractNumId w:val="28"/>
  </w:num>
  <w:num w:numId="15">
    <w:abstractNumId w:val="5"/>
  </w:num>
  <w:num w:numId="16">
    <w:abstractNumId w:val="19"/>
  </w:num>
  <w:num w:numId="17">
    <w:abstractNumId w:val="35"/>
  </w:num>
  <w:num w:numId="18">
    <w:abstractNumId w:val="11"/>
  </w:num>
  <w:num w:numId="19">
    <w:abstractNumId w:val="33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2"/>
  </w:num>
  <w:num w:numId="25">
    <w:abstractNumId w:val="1"/>
  </w:num>
  <w:num w:numId="26">
    <w:abstractNumId w:val="7"/>
  </w:num>
  <w:num w:numId="27">
    <w:abstractNumId w:val="17"/>
  </w:num>
  <w:num w:numId="28">
    <w:abstractNumId w:val="31"/>
  </w:num>
  <w:num w:numId="29">
    <w:abstractNumId w:val="38"/>
  </w:num>
  <w:num w:numId="30">
    <w:abstractNumId w:val="24"/>
  </w:num>
  <w:num w:numId="31">
    <w:abstractNumId w:val="0"/>
  </w:num>
  <w:num w:numId="32">
    <w:abstractNumId w:val="23"/>
  </w:num>
  <w:num w:numId="33">
    <w:abstractNumId w:val="25"/>
  </w:num>
  <w:num w:numId="34">
    <w:abstractNumId w:val="8"/>
  </w:num>
  <w:num w:numId="35">
    <w:abstractNumId w:val="34"/>
  </w:num>
  <w:num w:numId="36">
    <w:abstractNumId w:val="14"/>
  </w:num>
  <w:num w:numId="37">
    <w:abstractNumId w:val="15"/>
  </w:num>
  <w:num w:numId="38">
    <w:abstractNumId w:val="39"/>
  </w:num>
  <w:num w:numId="39">
    <w:abstractNumId w:val="32"/>
  </w:num>
  <w:num w:numId="40">
    <w:abstractNumId w:val="1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EF8"/>
    <w:rsid w:val="000305DF"/>
    <w:rsid w:val="00032231"/>
    <w:rsid w:val="00050CB9"/>
    <w:rsid w:val="00052D59"/>
    <w:rsid w:val="000541B1"/>
    <w:rsid w:val="00061E39"/>
    <w:rsid w:val="00064A97"/>
    <w:rsid w:val="00066E6F"/>
    <w:rsid w:val="0007230C"/>
    <w:rsid w:val="000A22E1"/>
    <w:rsid w:val="000C10EB"/>
    <w:rsid w:val="000D5BB4"/>
    <w:rsid w:val="000F7D98"/>
    <w:rsid w:val="00100414"/>
    <w:rsid w:val="00123703"/>
    <w:rsid w:val="001264C3"/>
    <w:rsid w:val="00134C94"/>
    <w:rsid w:val="00135E04"/>
    <w:rsid w:val="00141EE9"/>
    <w:rsid w:val="00157322"/>
    <w:rsid w:val="001606C8"/>
    <w:rsid w:val="00162DC9"/>
    <w:rsid w:val="00171FB8"/>
    <w:rsid w:val="0017274F"/>
    <w:rsid w:val="001760E0"/>
    <w:rsid w:val="00181EF8"/>
    <w:rsid w:val="001A44B6"/>
    <w:rsid w:val="001A6D5F"/>
    <w:rsid w:val="001B2092"/>
    <w:rsid w:val="001C0462"/>
    <w:rsid w:val="001C2697"/>
    <w:rsid w:val="001C5EF3"/>
    <w:rsid w:val="001F0E29"/>
    <w:rsid w:val="001F5C39"/>
    <w:rsid w:val="00226406"/>
    <w:rsid w:val="00227DB7"/>
    <w:rsid w:val="00237FB6"/>
    <w:rsid w:val="00242DBD"/>
    <w:rsid w:val="00243B7B"/>
    <w:rsid w:val="00247860"/>
    <w:rsid w:val="002802B7"/>
    <w:rsid w:val="00281F49"/>
    <w:rsid w:val="00297763"/>
    <w:rsid w:val="002A77B3"/>
    <w:rsid w:val="002D1B69"/>
    <w:rsid w:val="002D434E"/>
    <w:rsid w:val="002D5428"/>
    <w:rsid w:val="002D5D5F"/>
    <w:rsid w:val="00306E13"/>
    <w:rsid w:val="003109AE"/>
    <w:rsid w:val="0031688C"/>
    <w:rsid w:val="00334EEA"/>
    <w:rsid w:val="00360270"/>
    <w:rsid w:val="003615FC"/>
    <w:rsid w:val="00373DB5"/>
    <w:rsid w:val="00380700"/>
    <w:rsid w:val="00392385"/>
    <w:rsid w:val="00394816"/>
    <w:rsid w:val="003969CB"/>
    <w:rsid w:val="003C0631"/>
    <w:rsid w:val="003E58AF"/>
    <w:rsid w:val="003F4581"/>
    <w:rsid w:val="004075C3"/>
    <w:rsid w:val="00417F79"/>
    <w:rsid w:val="00422D7A"/>
    <w:rsid w:val="004415B7"/>
    <w:rsid w:val="00450226"/>
    <w:rsid w:val="004506D8"/>
    <w:rsid w:val="00470958"/>
    <w:rsid w:val="00472F9E"/>
    <w:rsid w:val="004A6AF6"/>
    <w:rsid w:val="004D1576"/>
    <w:rsid w:val="004D1CE2"/>
    <w:rsid w:val="004E04AF"/>
    <w:rsid w:val="004E4EDA"/>
    <w:rsid w:val="004F39BF"/>
    <w:rsid w:val="005279C0"/>
    <w:rsid w:val="00546B56"/>
    <w:rsid w:val="00555D7A"/>
    <w:rsid w:val="00567DA1"/>
    <w:rsid w:val="005827C6"/>
    <w:rsid w:val="00595290"/>
    <w:rsid w:val="005A4B1D"/>
    <w:rsid w:val="005B319E"/>
    <w:rsid w:val="005B4C92"/>
    <w:rsid w:val="005D216A"/>
    <w:rsid w:val="005E44E0"/>
    <w:rsid w:val="005E68C6"/>
    <w:rsid w:val="00601827"/>
    <w:rsid w:val="00617B41"/>
    <w:rsid w:val="006203E0"/>
    <w:rsid w:val="006204DB"/>
    <w:rsid w:val="00660D41"/>
    <w:rsid w:val="00666AC8"/>
    <w:rsid w:val="00682CC6"/>
    <w:rsid w:val="006C416C"/>
    <w:rsid w:val="006F18F3"/>
    <w:rsid w:val="006F5E63"/>
    <w:rsid w:val="00704868"/>
    <w:rsid w:val="00726C02"/>
    <w:rsid w:val="00761472"/>
    <w:rsid w:val="00761C9F"/>
    <w:rsid w:val="00764656"/>
    <w:rsid w:val="007747B3"/>
    <w:rsid w:val="00794EA9"/>
    <w:rsid w:val="007C35AC"/>
    <w:rsid w:val="007C6FE4"/>
    <w:rsid w:val="007D079C"/>
    <w:rsid w:val="007D18F3"/>
    <w:rsid w:val="007E39CD"/>
    <w:rsid w:val="007E42DB"/>
    <w:rsid w:val="007F5F86"/>
    <w:rsid w:val="007F5FAA"/>
    <w:rsid w:val="00802267"/>
    <w:rsid w:val="00802CBA"/>
    <w:rsid w:val="008341B0"/>
    <w:rsid w:val="00850E91"/>
    <w:rsid w:val="00856DE6"/>
    <w:rsid w:val="0088046E"/>
    <w:rsid w:val="00887877"/>
    <w:rsid w:val="008A4E68"/>
    <w:rsid w:val="008C3C0E"/>
    <w:rsid w:val="008E5DD1"/>
    <w:rsid w:val="00911948"/>
    <w:rsid w:val="00912022"/>
    <w:rsid w:val="00913315"/>
    <w:rsid w:val="0091642B"/>
    <w:rsid w:val="0092712D"/>
    <w:rsid w:val="00940AC4"/>
    <w:rsid w:val="00961B19"/>
    <w:rsid w:val="00966113"/>
    <w:rsid w:val="009727A4"/>
    <w:rsid w:val="00981475"/>
    <w:rsid w:val="00981585"/>
    <w:rsid w:val="00997B33"/>
    <w:rsid w:val="009C08A3"/>
    <w:rsid w:val="009E0838"/>
    <w:rsid w:val="009F2006"/>
    <w:rsid w:val="009F7227"/>
    <w:rsid w:val="00A00543"/>
    <w:rsid w:val="00A06DC4"/>
    <w:rsid w:val="00A302D3"/>
    <w:rsid w:val="00A90023"/>
    <w:rsid w:val="00A93A76"/>
    <w:rsid w:val="00AA574D"/>
    <w:rsid w:val="00AC244E"/>
    <w:rsid w:val="00AC60FE"/>
    <w:rsid w:val="00AE1776"/>
    <w:rsid w:val="00AF41F2"/>
    <w:rsid w:val="00B25705"/>
    <w:rsid w:val="00B279DC"/>
    <w:rsid w:val="00B326FC"/>
    <w:rsid w:val="00B45063"/>
    <w:rsid w:val="00B530F0"/>
    <w:rsid w:val="00B574B4"/>
    <w:rsid w:val="00B63E2D"/>
    <w:rsid w:val="00B67DFE"/>
    <w:rsid w:val="00B737F8"/>
    <w:rsid w:val="00B8720C"/>
    <w:rsid w:val="00B90F03"/>
    <w:rsid w:val="00B9166A"/>
    <w:rsid w:val="00B958A9"/>
    <w:rsid w:val="00B95F80"/>
    <w:rsid w:val="00B95FDE"/>
    <w:rsid w:val="00BA5574"/>
    <w:rsid w:val="00BA6D4F"/>
    <w:rsid w:val="00BB5F86"/>
    <w:rsid w:val="00BC3232"/>
    <w:rsid w:val="00BD25E0"/>
    <w:rsid w:val="00BD3277"/>
    <w:rsid w:val="00BD5D4C"/>
    <w:rsid w:val="00BD6B32"/>
    <w:rsid w:val="00BE2767"/>
    <w:rsid w:val="00BE321E"/>
    <w:rsid w:val="00BF4ED5"/>
    <w:rsid w:val="00C012B1"/>
    <w:rsid w:val="00C045C3"/>
    <w:rsid w:val="00C307A5"/>
    <w:rsid w:val="00C31BAB"/>
    <w:rsid w:val="00C33059"/>
    <w:rsid w:val="00C36007"/>
    <w:rsid w:val="00C405CC"/>
    <w:rsid w:val="00C66F5B"/>
    <w:rsid w:val="00C73678"/>
    <w:rsid w:val="00C73911"/>
    <w:rsid w:val="00C77424"/>
    <w:rsid w:val="00C7766B"/>
    <w:rsid w:val="00C84DA6"/>
    <w:rsid w:val="00C93D4F"/>
    <w:rsid w:val="00CA423B"/>
    <w:rsid w:val="00CA51AB"/>
    <w:rsid w:val="00CC1EF8"/>
    <w:rsid w:val="00CC7771"/>
    <w:rsid w:val="00CC7F90"/>
    <w:rsid w:val="00CE636B"/>
    <w:rsid w:val="00CF2A51"/>
    <w:rsid w:val="00D0121E"/>
    <w:rsid w:val="00D039D3"/>
    <w:rsid w:val="00D40B5F"/>
    <w:rsid w:val="00D836EC"/>
    <w:rsid w:val="00D93B1D"/>
    <w:rsid w:val="00DB0920"/>
    <w:rsid w:val="00DC2BC1"/>
    <w:rsid w:val="00DC4F31"/>
    <w:rsid w:val="00DD21B9"/>
    <w:rsid w:val="00DD2BC6"/>
    <w:rsid w:val="00DE07B4"/>
    <w:rsid w:val="00DF5300"/>
    <w:rsid w:val="00DF5328"/>
    <w:rsid w:val="00E04653"/>
    <w:rsid w:val="00E56037"/>
    <w:rsid w:val="00E56EF8"/>
    <w:rsid w:val="00E621EA"/>
    <w:rsid w:val="00E66B7A"/>
    <w:rsid w:val="00E869AA"/>
    <w:rsid w:val="00E86A80"/>
    <w:rsid w:val="00EA1017"/>
    <w:rsid w:val="00EA3928"/>
    <w:rsid w:val="00EA55FD"/>
    <w:rsid w:val="00EA6F1F"/>
    <w:rsid w:val="00EB2A13"/>
    <w:rsid w:val="00EE13E9"/>
    <w:rsid w:val="00EF04ED"/>
    <w:rsid w:val="00EF63F9"/>
    <w:rsid w:val="00EF6A4C"/>
    <w:rsid w:val="00F05D8E"/>
    <w:rsid w:val="00F07BB4"/>
    <w:rsid w:val="00F2104E"/>
    <w:rsid w:val="00F323CB"/>
    <w:rsid w:val="00F35E11"/>
    <w:rsid w:val="00F371F0"/>
    <w:rsid w:val="00F543B3"/>
    <w:rsid w:val="00F6340D"/>
    <w:rsid w:val="00FB119C"/>
    <w:rsid w:val="00FC599B"/>
    <w:rsid w:val="00FD5A9B"/>
    <w:rsid w:val="00FE31CF"/>
    <w:rsid w:val="00FE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27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C0462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0462"/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Header">
    <w:name w:val="header"/>
    <w:basedOn w:val="Normal"/>
    <w:link w:val="HeaderChar"/>
    <w:uiPriority w:val="99"/>
    <w:semiHidden/>
    <w:rsid w:val="00CC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1EF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C1EF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C1E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1EF8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9F7227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lang w:eastAsia="en-US"/>
    </w:rPr>
  </w:style>
  <w:style w:type="paragraph" w:customStyle="1" w:styleId="Akapitzlist1">
    <w:name w:val="Akapit z listą1"/>
    <w:basedOn w:val="Standard"/>
    <w:uiPriority w:val="99"/>
    <w:rsid w:val="009F7227"/>
    <w:pPr>
      <w:ind w:left="720"/>
    </w:pPr>
  </w:style>
  <w:style w:type="character" w:customStyle="1" w:styleId="apple-style-span">
    <w:name w:val="apple-style-span"/>
    <w:basedOn w:val="DefaultParagraphFont"/>
    <w:uiPriority w:val="99"/>
    <w:rsid w:val="009F7227"/>
    <w:rPr>
      <w:rFonts w:cs="Times New Roman"/>
    </w:rPr>
  </w:style>
  <w:style w:type="paragraph" w:styleId="ListParagraph">
    <w:name w:val="List Paragraph"/>
    <w:basedOn w:val="Standard"/>
    <w:uiPriority w:val="99"/>
    <w:qFormat/>
    <w:rsid w:val="009F7227"/>
    <w:pPr>
      <w:spacing w:after="0" w:line="240" w:lineRule="auto"/>
      <w:ind w:left="720"/>
    </w:pPr>
    <w:rPr>
      <w:szCs w:val="24"/>
    </w:rPr>
  </w:style>
  <w:style w:type="paragraph" w:customStyle="1" w:styleId="Default">
    <w:name w:val="Default"/>
    <w:uiPriority w:val="99"/>
    <w:rsid w:val="009F7227"/>
    <w:pPr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rsid w:val="00EA55F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EA55FD"/>
    <w:rPr>
      <w:rFonts w:cs="Times New Roman"/>
    </w:rPr>
  </w:style>
  <w:style w:type="paragraph" w:customStyle="1" w:styleId="Akapitzlist2">
    <w:name w:val="Akapit z listą2"/>
    <w:basedOn w:val="Normal"/>
    <w:uiPriority w:val="99"/>
    <w:rsid w:val="003E58AF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</w:rPr>
  </w:style>
  <w:style w:type="paragraph" w:customStyle="1" w:styleId="Akapitzlist3">
    <w:name w:val="Akapit z listą3"/>
    <w:basedOn w:val="Normal"/>
    <w:uiPriority w:val="99"/>
    <w:rsid w:val="00F05D8E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</w:rPr>
  </w:style>
  <w:style w:type="paragraph" w:styleId="Title">
    <w:name w:val="Title"/>
    <w:basedOn w:val="Normal"/>
    <w:link w:val="TitleChar"/>
    <w:uiPriority w:val="99"/>
    <w:qFormat/>
    <w:rsid w:val="001C0462"/>
    <w:pPr>
      <w:widowControl/>
      <w:suppressAutoHyphens w:val="0"/>
      <w:autoSpaceDN/>
      <w:spacing w:after="0" w:line="360" w:lineRule="auto"/>
      <w:jc w:val="center"/>
      <w:textAlignment w:val="auto"/>
    </w:pPr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1C0462"/>
    <w:rPr>
      <w:rFonts w:ascii="Times New Roman" w:hAnsi="Times New Roman" w:cs="Times New Roman"/>
      <w:b/>
      <w:sz w:val="24"/>
      <w:szCs w:val="24"/>
      <w:lang w:eastAsia="pl-PL"/>
    </w:rPr>
  </w:style>
  <w:style w:type="paragraph" w:styleId="NormalWeb">
    <w:name w:val="Normal (Web)"/>
    <w:basedOn w:val="Normal"/>
    <w:uiPriority w:val="99"/>
    <w:rsid w:val="00666AC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Strong">
    <w:name w:val="Strong"/>
    <w:basedOn w:val="DefaultParagraphFont"/>
    <w:uiPriority w:val="99"/>
    <w:qFormat/>
    <w:rsid w:val="00DF5328"/>
    <w:rPr>
      <w:rFonts w:cs="Times New Roman"/>
      <w:b/>
      <w:bCs/>
    </w:rPr>
  </w:style>
  <w:style w:type="paragraph" w:customStyle="1" w:styleId="ksiazkiorg">
    <w:name w:val="ksiazkiorg"/>
    <w:basedOn w:val="Normal"/>
    <w:uiPriority w:val="99"/>
    <w:rsid w:val="00D0121E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BlockText">
    <w:name w:val="Block Text"/>
    <w:basedOn w:val="Normal"/>
    <w:uiPriority w:val="99"/>
    <w:semiHidden/>
    <w:rsid w:val="00D0121E"/>
    <w:pPr>
      <w:widowControl/>
      <w:suppressAutoHyphens w:val="0"/>
      <w:autoSpaceDN/>
      <w:spacing w:after="120"/>
      <w:ind w:left="180" w:right="125"/>
      <w:textAlignment w:val="auto"/>
    </w:pPr>
    <w:rPr>
      <w:rFonts w:ascii="Tahoma" w:eastAsia="Times New Roman" w:hAnsi="Tahoma"/>
      <w:b/>
      <w:kern w:val="0"/>
    </w:rPr>
  </w:style>
  <w:style w:type="table" w:styleId="TableGrid">
    <w:name w:val="Table Grid"/>
    <w:basedOn w:val="TableNormal"/>
    <w:uiPriority w:val="99"/>
    <w:rsid w:val="006C416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reet">
    <w:name w:val="street"/>
    <w:basedOn w:val="DefaultParagraphFont"/>
    <w:uiPriority w:val="99"/>
    <w:rsid w:val="003C0631"/>
    <w:rPr>
      <w:rFonts w:cs="Times New Roman"/>
    </w:rPr>
  </w:style>
  <w:style w:type="character" w:customStyle="1" w:styleId="nr">
    <w:name w:val="nr"/>
    <w:basedOn w:val="DefaultParagraphFont"/>
    <w:uiPriority w:val="99"/>
    <w:rsid w:val="003C0631"/>
    <w:rPr>
      <w:rFonts w:cs="Times New Roman"/>
    </w:rPr>
  </w:style>
  <w:style w:type="character" w:customStyle="1" w:styleId="postal-code">
    <w:name w:val="postal-code"/>
    <w:basedOn w:val="DefaultParagraphFont"/>
    <w:uiPriority w:val="99"/>
    <w:rsid w:val="003C0631"/>
    <w:rPr>
      <w:rFonts w:cs="Times New Roman"/>
    </w:rPr>
  </w:style>
  <w:style w:type="character" w:styleId="EndnoteReference">
    <w:name w:val="endnote reference"/>
    <w:basedOn w:val="DefaultParagraphFont"/>
    <w:uiPriority w:val="99"/>
    <w:rsid w:val="00CC7F90"/>
    <w:rPr>
      <w:rFonts w:cs="Times New Roman"/>
      <w:vertAlign w:val="superscript"/>
    </w:rPr>
  </w:style>
  <w:style w:type="numbering" w:customStyle="1" w:styleId="WWNum10">
    <w:name w:val="WWNum10"/>
    <w:rsid w:val="00471FD9"/>
    <w:pPr>
      <w:numPr>
        <w:numId w:val="4"/>
      </w:numPr>
    </w:pPr>
  </w:style>
  <w:style w:type="numbering" w:customStyle="1" w:styleId="WWNum1">
    <w:name w:val="WWNum1"/>
    <w:rsid w:val="00471FD9"/>
    <w:pPr>
      <w:numPr>
        <w:numId w:val="5"/>
      </w:numPr>
    </w:pPr>
  </w:style>
  <w:style w:type="numbering" w:customStyle="1" w:styleId="WWNum6">
    <w:name w:val="WWNum6"/>
    <w:rsid w:val="00471FD9"/>
    <w:pPr>
      <w:numPr>
        <w:numId w:val="1"/>
      </w:numPr>
    </w:pPr>
  </w:style>
  <w:style w:type="numbering" w:customStyle="1" w:styleId="WWNum2">
    <w:name w:val="WWNum2"/>
    <w:rsid w:val="00471FD9"/>
    <w:pPr>
      <w:numPr>
        <w:numId w:val="6"/>
      </w:numPr>
    </w:pPr>
  </w:style>
  <w:style w:type="numbering" w:customStyle="1" w:styleId="WWNum9">
    <w:name w:val="WWNum9"/>
    <w:rsid w:val="00471FD9"/>
    <w:pPr>
      <w:numPr>
        <w:numId w:val="3"/>
      </w:numPr>
    </w:pPr>
  </w:style>
  <w:style w:type="numbering" w:customStyle="1" w:styleId="WWNum4">
    <w:name w:val="WWNum4"/>
    <w:rsid w:val="00471FD9"/>
    <w:pPr>
      <w:numPr>
        <w:numId w:val="7"/>
      </w:numPr>
    </w:pPr>
  </w:style>
  <w:style w:type="numbering" w:customStyle="1" w:styleId="WWNum7">
    <w:name w:val="WWNum7"/>
    <w:rsid w:val="00471FD9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414</TotalTime>
  <Pages>2</Pages>
  <Words>416</Words>
  <Characters>2496</Characters>
  <Application>Microsoft Office Outlook</Application>
  <DocSecurity>0</DocSecurity>
  <Lines>0</Lines>
  <Paragraphs>0</Paragraphs>
  <ScaleCrop>false</ScaleCrop>
  <Company>WSH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agata.piatkowska</dc:creator>
  <cp:keywords/>
  <dc:description/>
  <cp:lastModifiedBy>ARUSSEK</cp:lastModifiedBy>
  <cp:revision>39</cp:revision>
  <cp:lastPrinted>2017-09-28T08:42:00Z</cp:lastPrinted>
  <dcterms:created xsi:type="dcterms:W3CDTF">2017-02-06T17:05:00Z</dcterms:created>
  <dcterms:modified xsi:type="dcterms:W3CDTF">2017-10-26T13:50:00Z</dcterms:modified>
</cp:coreProperties>
</file>